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5004"/>
      </w:tblGrid>
      <w:tr w:rsidR="00062EEE" w:rsidTr="00EA4E0B">
        <w:trPr>
          <w:trHeight w:val="2694"/>
        </w:trPr>
        <w:tc>
          <w:tcPr>
            <w:tcW w:w="4742" w:type="dxa"/>
          </w:tcPr>
          <w:p w:rsidR="00062EEE" w:rsidRDefault="00062EEE" w:rsidP="00062EE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04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E476B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DD619C" w:rsidRDefault="00DD619C" w:rsidP="00DD619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Pr="001D4D2D">
              <w:rPr>
                <w:sz w:val="24"/>
                <w:szCs w:val="24"/>
              </w:rPr>
      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062EEE" w:rsidRDefault="00062EEE" w:rsidP="00062EEE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EA4E0B" w:rsidRDefault="00EA4E0B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A227DC" w:rsidP="00EA4E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411843" w:rsidRDefault="00A227DC" w:rsidP="00EA4E0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69F3" w:rsidRDefault="001B69F3" w:rsidP="006177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9F3">
        <w:rPr>
          <w:rFonts w:ascii="Times New Roman" w:hAnsi="Times New Roman" w:cs="Times New Roman"/>
          <w:b/>
          <w:bCs/>
          <w:sz w:val="28"/>
          <w:szCs w:val="28"/>
        </w:rPr>
        <w:t>Сроки выполнения обязательств с учетом утвержденной документации</w:t>
      </w:r>
    </w:p>
    <w:p w:rsidR="001B69F3" w:rsidRPr="001B69F3" w:rsidRDefault="001B69F3" w:rsidP="006177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9F3">
        <w:rPr>
          <w:rFonts w:ascii="Times New Roman" w:hAnsi="Times New Roman" w:cs="Times New Roman"/>
          <w:b/>
          <w:bCs/>
          <w:sz w:val="28"/>
          <w:szCs w:val="28"/>
        </w:rPr>
        <w:t>по планировке территории, этапами реализации решения</w:t>
      </w:r>
    </w:p>
    <w:p w:rsidR="001B69F3" w:rsidRPr="001B69F3" w:rsidRDefault="001B69F3" w:rsidP="006177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9F3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застройки,</w:t>
      </w:r>
    </w:p>
    <w:p w:rsidR="00A227DC" w:rsidRDefault="001B69F3" w:rsidP="006177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411843" w:rsidRDefault="00A227DC" w:rsidP="00617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64"/>
        <w:gridCol w:w="3277"/>
        <w:gridCol w:w="1319"/>
        <w:gridCol w:w="1356"/>
        <w:gridCol w:w="1414"/>
        <w:gridCol w:w="1817"/>
      </w:tblGrid>
      <w:tr w:rsidR="00D8532C" w:rsidRPr="00A227DC" w:rsidTr="00635789">
        <w:tc>
          <w:tcPr>
            <w:tcW w:w="564" w:type="dxa"/>
            <w:vMerge w:val="restart"/>
            <w:vAlign w:val="center"/>
          </w:tcPr>
          <w:p w:rsidR="00D8532C" w:rsidRPr="001F6F18" w:rsidRDefault="00D8532C" w:rsidP="0061777F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№ п/п</w:t>
            </w:r>
          </w:p>
        </w:tc>
        <w:tc>
          <w:tcPr>
            <w:tcW w:w="3277" w:type="dxa"/>
            <w:vMerge w:val="restart"/>
            <w:vAlign w:val="center"/>
          </w:tcPr>
          <w:p w:rsidR="00D8532C" w:rsidRPr="001F6F18" w:rsidRDefault="00D8532C" w:rsidP="00617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Обязательства "Застройщика" </w:t>
            </w:r>
          </w:p>
        </w:tc>
        <w:tc>
          <w:tcPr>
            <w:tcW w:w="5906" w:type="dxa"/>
            <w:gridSpan w:val="4"/>
            <w:vAlign w:val="center"/>
          </w:tcPr>
          <w:p w:rsidR="00D8532C" w:rsidRPr="00F3227D" w:rsidRDefault="00D8532C" w:rsidP="0061777F">
            <w:pPr>
              <w:jc w:val="center"/>
              <w:rPr>
                <w:sz w:val="24"/>
                <w:szCs w:val="24"/>
              </w:rPr>
            </w:pPr>
            <w:r w:rsidRPr="00845F03">
              <w:rPr>
                <w:sz w:val="24"/>
                <w:szCs w:val="24"/>
              </w:rPr>
              <w:t xml:space="preserve">Сроки выполнения обязательств "Застройщика" (указать период выполнения и (или) дата)  </w:t>
            </w:r>
          </w:p>
        </w:tc>
      </w:tr>
      <w:tr w:rsidR="00845F03" w:rsidRPr="00845F03" w:rsidTr="00635789">
        <w:tc>
          <w:tcPr>
            <w:tcW w:w="564" w:type="dxa"/>
            <w:vMerge/>
            <w:vAlign w:val="center"/>
            <w:hideMark/>
          </w:tcPr>
          <w:p w:rsidR="00D8532C" w:rsidRPr="001F6F18" w:rsidRDefault="00D8532C" w:rsidP="006177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77" w:type="dxa"/>
            <w:vMerge/>
            <w:vAlign w:val="center"/>
            <w:hideMark/>
          </w:tcPr>
          <w:p w:rsidR="00D8532C" w:rsidRPr="001F6F18" w:rsidRDefault="00D8532C" w:rsidP="006177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9" w:type="dxa"/>
            <w:vAlign w:val="center"/>
            <w:hideMark/>
          </w:tcPr>
          <w:p w:rsidR="00D8532C" w:rsidRPr="001F6F18" w:rsidRDefault="00D8532C" w:rsidP="00617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F6F18">
              <w:rPr>
                <w:sz w:val="24"/>
                <w:szCs w:val="24"/>
              </w:rPr>
              <w:t>ервый этап</w:t>
            </w:r>
            <w:r w:rsidRPr="00012767">
              <w:rPr>
                <w:color w:val="000000"/>
                <w:sz w:val="21"/>
                <w:szCs w:val="21"/>
              </w:rPr>
              <w:t>**</w:t>
            </w:r>
          </w:p>
        </w:tc>
        <w:tc>
          <w:tcPr>
            <w:tcW w:w="1356" w:type="dxa"/>
            <w:vAlign w:val="center"/>
          </w:tcPr>
          <w:p w:rsidR="00D8532C" w:rsidRPr="001F6F18" w:rsidRDefault="00D8532C" w:rsidP="00617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</w:t>
            </w:r>
          </w:p>
        </w:tc>
        <w:tc>
          <w:tcPr>
            <w:tcW w:w="1414" w:type="dxa"/>
            <w:vAlign w:val="center"/>
          </w:tcPr>
          <w:p w:rsidR="00D8532C" w:rsidRPr="001F6F18" w:rsidRDefault="00D8532C" w:rsidP="00617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****</w:t>
            </w:r>
          </w:p>
        </w:tc>
        <w:tc>
          <w:tcPr>
            <w:tcW w:w="1817" w:type="dxa"/>
          </w:tcPr>
          <w:p w:rsidR="00D8532C" w:rsidRPr="00845F03" w:rsidRDefault="00D8532C" w:rsidP="0061777F">
            <w:pPr>
              <w:jc w:val="center"/>
              <w:rPr>
                <w:sz w:val="24"/>
                <w:szCs w:val="24"/>
              </w:rPr>
            </w:pPr>
            <w:r w:rsidRPr="00845F03">
              <w:rPr>
                <w:sz w:val="24"/>
                <w:szCs w:val="24"/>
              </w:rPr>
              <w:t>Решения судов*</w:t>
            </w:r>
          </w:p>
        </w:tc>
      </w:tr>
      <w:tr w:rsidR="00D8532C" w:rsidRPr="00A227DC" w:rsidTr="00635789">
        <w:tc>
          <w:tcPr>
            <w:tcW w:w="564" w:type="dxa"/>
          </w:tcPr>
          <w:p w:rsidR="00D8532C" w:rsidRPr="001F6F18" w:rsidRDefault="00635789" w:rsidP="00617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77" w:type="dxa"/>
          </w:tcPr>
          <w:p w:rsidR="00D8532C" w:rsidRPr="001F6F18" w:rsidRDefault="00D8532C" w:rsidP="006177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направления в адрес </w:t>
            </w:r>
            <w:r w:rsidRPr="001F6F18">
              <w:rPr>
                <w:sz w:val="24"/>
                <w:szCs w:val="24"/>
              </w:rPr>
              <w:t>"Администрации"</w:t>
            </w:r>
            <w:r>
              <w:rPr>
                <w:sz w:val="24"/>
                <w:szCs w:val="24"/>
              </w:rPr>
              <w:t xml:space="preserve"> ходатайства об изъятии земельных участков </w:t>
            </w:r>
            <w:r w:rsidR="00116EA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для государственных </w:t>
            </w:r>
            <w:r w:rsidR="00116EA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муниципальных нужд</w:t>
            </w:r>
          </w:p>
        </w:tc>
        <w:tc>
          <w:tcPr>
            <w:tcW w:w="1319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D8532C" w:rsidRPr="00A227DC" w:rsidRDefault="00D8532C" w:rsidP="0061777F">
            <w:pPr>
              <w:jc w:val="both"/>
              <w:rPr>
                <w:sz w:val="28"/>
                <w:szCs w:val="28"/>
              </w:rPr>
            </w:pPr>
          </w:p>
        </w:tc>
      </w:tr>
      <w:tr w:rsidR="00D8532C" w:rsidRPr="00A227DC" w:rsidTr="00635789">
        <w:tc>
          <w:tcPr>
            <w:tcW w:w="564" w:type="dxa"/>
            <w:hideMark/>
          </w:tcPr>
          <w:p w:rsidR="00D8532C" w:rsidRPr="001F6F18" w:rsidRDefault="00D8532C" w:rsidP="00617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77" w:type="dxa"/>
            <w:hideMark/>
          </w:tcPr>
          <w:p w:rsidR="00D8532C" w:rsidRPr="001F6F18" w:rsidRDefault="00D8532C" w:rsidP="0061777F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"Администрации" жилых помещений </w:t>
            </w:r>
            <w:r w:rsidR="00116EAB">
              <w:rPr>
                <w:sz w:val="24"/>
                <w:szCs w:val="24"/>
              </w:rPr>
              <w:br/>
            </w:r>
            <w:r w:rsidRPr="00F3227D">
              <w:rPr>
                <w:sz w:val="24"/>
                <w:szCs w:val="24"/>
              </w:rPr>
              <w:t xml:space="preserve">для предоставления  гражданам, выселяемым </w:t>
            </w:r>
            <w:r w:rsidR="00116EAB">
              <w:rPr>
                <w:sz w:val="24"/>
                <w:szCs w:val="24"/>
              </w:rPr>
              <w:br/>
            </w:r>
            <w:r w:rsidRPr="00F3227D">
              <w:rPr>
                <w:sz w:val="24"/>
                <w:szCs w:val="24"/>
              </w:rPr>
              <w:t xml:space="preserve">из жилых помещений, предоставленных </w:t>
            </w:r>
            <w:r w:rsidR="00116EAB">
              <w:rPr>
                <w:sz w:val="24"/>
                <w:szCs w:val="24"/>
              </w:rPr>
              <w:br/>
            </w:r>
            <w:r w:rsidRPr="00F3227D">
              <w:rPr>
                <w:sz w:val="24"/>
                <w:szCs w:val="24"/>
              </w:rPr>
              <w:t>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319" w:type="dxa"/>
            <w:hideMark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D8532C" w:rsidRPr="00A227DC" w:rsidRDefault="00D8532C" w:rsidP="0061777F">
            <w:pPr>
              <w:jc w:val="both"/>
              <w:rPr>
                <w:sz w:val="28"/>
                <w:szCs w:val="28"/>
              </w:rPr>
            </w:pPr>
          </w:p>
        </w:tc>
      </w:tr>
      <w:tr w:rsidR="00D8532C" w:rsidRPr="00A227DC" w:rsidTr="00635789">
        <w:tc>
          <w:tcPr>
            <w:tcW w:w="564" w:type="dxa"/>
            <w:hideMark/>
          </w:tcPr>
          <w:p w:rsidR="00D8532C" w:rsidRPr="001F6F18" w:rsidRDefault="00D8532C" w:rsidP="00617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77" w:type="dxa"/>
            <w:hideMark/>
          </w:tcPr>
          <w:p w:rsidR="00D8532C" w:rsidRPr="001F6F18" w:rsidRDefault="00D8532C" w:rsidP="0061777F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Определение размера возмещения за изымаемые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освобождаемые </w:t>
            </w:r>
            <w:r w:rsidRPr="001F6F18">
              <w:rPr>
                <w:sz w:val="24"/>
                <w:szCs w:val="24"/>
              </w:rPr>
              <w:t xml:space="preserve">объекты недвижимого имущества </w:t>
            </w:r>
          </w:p>
        </w:tc>
        <w:tc>
          <w:tcPr>
            <w:tcW w:w="1319" w:type="dxa"/>
            <w:hideMark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D8532C" w:rsidRPr="00A227DC" w:rsidRDefault="00D8532C" w:rsidP="0061777F">
            <w:pPr>
              <w:jc w:val="both"/>
              <w:rPr>
                <w:sz w:val="28"/>
                <w:szCs w:val="28"/>
              </w:rPr>
            </w:pPr>
          </w:p>
        </w:tc>
      </w:tr>
      <w:tr w:rsidR="00D8532C" w:rsidRPr="00A227DC" w:rsidTr="00635789">
        <w:tc>
          <w:tcPr>
            <w:tcW w:w="564" w:type="dxa"/>
            <w:hideMark/>
          </w:tcPr>
          <w:p w:rsidR="00D8532C" w:rsidRPr="001F6F18" w:rsidRDefault="00D8532C" w:rsidP="00617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77" w:type="dxa"/>
            <w:hideMark/>
          </w:tcPr>
          <w:p w:rsidR="00D8532C" w:rsidRPr="001F6F18" w:rsidRDefault="00D8532C" w:rsidP="0061777F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</w:t>
            </w:r>
            <w:r>
              <w:rPr>
                <w:sz w:val="24"/>
                <w:szCs w:val="24"/>
              </w:rPr>
              <w:t xml:space="preserve">, </w:t>
            </w:r>
            <w:r w:rsidR="00116EA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lastRenderedPageBreak/>
              <w:t>или освобождаемого</w:t>
            </w:r>
            <w:r w:rsidRPr="001F6F18">
              <w:rPr>
                <w:sz w:val="24"/>
                <w:szCs w:val="24"/>
              </w:rPr>
              <w:t xml:space="preserve"> жилого помещения другого жилого помещения с зачетом его стоимости при определении размера возмещения </w:t>
            </w:r>
            <w:r w:rsidR="00116EA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за изымаемое</w:t>
            </w:r>
            <w:r>
              <w:rPr>
                <w:sz w:val="24"/>
                <w:szCs w:val="24"/>
              </w:rPr>
              <w:t xml:space="preserve"> </w:t>
            </w:r>
            <w:r w:rsidR="00116EA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освобождаемое</w:t>
            </w:r>
            <w:r w:rsidRPr="001F6F18">
              <w:rPr>
                <w:sz w:val="24"/>
                <w:szCs w:val="24"/>
              </w:rPr>
              <w:t xml:space="preserve"> жилое помещение</w:t>
            </w:r>
          </w:p>
        </w:tc>
        <w:tc>
          <w:tcPr>
            <w:tcW w:w="1319" w:type="dxa"/>
            <w:hideMark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D8532C" w:rsidRPr="00A227DC" w:rsidRDefault="00D8532C" w:rsidP="0061777F">
            <w:pPr>
              <w:jc w:val="both"/>
              <w:rPr>
                <w:sz w:val="28"/>
                <w:szCs w:val="28"/>
              </w:rPr>
            </w:pPr>
          </w:p>
        </w:tc>
      </w:tr>
      <w:tr w:rsidR="00D8532C" w:rsidRPr="00A227DC" w:rsidTr="00635789">
        <w:tc>
          <w:tcPr>
            <w:tcW w:w="564" w:type="dxa"/>
            <w:hideMark/>
          </w:tcPr>
          <w:p w:rsidR="00D8532C" w:rsidRPr="00116EAB" w:rsidRDefault="00D8532C" w:rsidP="00617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277" w:type="dxa"/>
            <w:hideMark/>
          </w:tcPr>
          <w:p w:rsidR="00D8532C" w:rsidRPr="001F6F18" w:rsidRDefault="00D8532C" w:rsidP="0061777F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сноса жилых домов </w:t>
            </w:r>
            <w:r w:rsidR="00116EA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и объектов капитального строительства</w:t>
            </w:r>
          </w:p>
        </w:tc>
        <w:tc>
          <w:tcPr>
            <w:tcW w:w="1319" w:type="dxa"/>
            <w:hideMark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D8532C" w:rsidRPr="00A227DC" w:rsidRDefault="00D8532C" w:rsidP="0061777F">
            <w:pPr>
              <w:jc w:val="both"/>
              <w:rPr>
                <w:sz w:val="28"/>
                <w:szCs w:val="28"/>
              </w:rPr>
            </w:pPr>
          </w:p>
        </w:tc>
      </w:tr>
      <w:tr w:rsidR="00D8532C" w:rsidRPr="00A227DC" w:rsidTr="00635789">
        <w:trPr>
          <w:trHeight w:val="416"/>
        </w:trPr>
        <w:tc>
          <w:tcPr>
            <w:tcW w:w="564" w:type="dxa"/>
            <w:hideMark/>
          </w:tcPr>
          <w:p w:rsidR="00D8532C" w:rsidRPr="001F6F18" w:rsidRDefault="00D8532C" w:rsidP="00617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77" w:type="dxa"/>
            <w:hideMark/>
          </w:tcPr>
          <w:p w:rsidR="00D8532C" w:rsidRPr="001F6F18" w:rsidRDefault="00D8532C" w:rsidP="0061777F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319" w:type="dxa"/>
            <w:hideMark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D8532C" w:rsidRPr="00A227DC" w:rsidRDefault="00D8532C" w:rsidP="0061777F">
            <w:pPr>
              <w:jc w:val="both"/>
              <w:rPr>
                <w:sz w:val="28"/>
                <w:szCs w:val="28"/>
              </w:rPr>
            </w:pPr>
          </w:p>
        </w:tc>
      </w:tr>
      <w:tr w:rsidR="00D8532C" w:rsidRPr="00A227DC" w:rsidTr="00635789">
        <w:tc>
          <w:tcPr>
            <w:tcW w:w="564" w:type="dxa"/>
            <w:hideMark/>
          </w:tcPr>
          <w:p w:rsidR="00D8532C" w:rsidRPr="001F6F18" w:rsidRDefault="00D8532C" w:rsidP="00617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77" w:type="dxa"/>
            <w:hideMark/>
          </w:tcPr>
          <w:p w:rsidR="00D8532C" w:rsidRPr="001F6F18" w:rsidRDefault="00D8532C" w:rsidP="0061777F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</w:t>
            </w:r>
            <w:r w:rsidR="00116EA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с утвержденным проектом планировки, проектом межевания, включая ввод объектов капитального строительства </w:t>
            </w:r>
            <w:r w:rsidR="00116EA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эксплуатацию </w:t>
            </w:r>
          </w:p>
        </w:tc>
        <w:tc>
          <w:tcPr>
            <w:tcW w:w="1319" w:type="dxa"/>
            <w:hideMark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D8532C" w:rsidRPr="00A227DC" w:rsidRDefault="00D8532C" w:rsidP="0061777F">
            <w:pPr>
              <w:jc w:val="both"/>
              <w:rPr>
                <w:sz w:val="28"/>
                <w:szCs w:val="28"/>
              </w:rPr>
            </w:pPr>
          </w:p>
        </w:tc>
      </w:tr>
      <w:tr w:rsidR="00D8532C" w:rsidRPr="00A227DC" w:rsidTr="00635789">
        <w:tc>
          <w:tcPr>
            <w:tcW w:w="564" w:type="dxa"/>
            <w:hideMark/>
          </w:tcPr>
          <w:p w:rsidR="00D8532C" w:rsidRPr="00116EAB" w:rsidRDefault="00D8532C" w:rsidP="00617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77" w:type="dxa"/>
            <w:hideMark/>
          </w:tcPr>
          <w:p w:rsidR="00D8532C" w:rsidRPr="001F6F18" w:rsidRDefault="00D8532C" w:rsidP="0061777F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</w:t>
            </w:r>
            <w:r w:rsidR="00116EA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и (или) реконструкции объектов коммунальной, транспортной инфраструктур, включая ввод объектов </w:t>
            </w:r>
            <w:r w:rsidR="00116EA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319" w:type="dxa"/>
            <w:hideMark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D8532C" w:rsidRPr="00A227DC" w:rsidRDefault="00D8532C" w:rsidP="0061777F">
            <w:pPr>
              <w:jc w:val="both"/>
              <w:rPr>
                <w:sz w:val="28"/>
                <w:szCs w:val="28"/>
              </w:rPr>
            </w:pPr>
          </w:p>
        </w:tc>
      </w:tr>
      <w:tr w:rsidR="00D8532C" w:rsidRPr="00A227DC" w:rsidTr="00635789">
        <w:tc>
          <w:tcPr>
            <w:tcW w:w="564" w:type="dxa"/>
          </w:tcPr>
          <w:p w:rsidR="00D8532C" w:rsidRPr="001F6F18" w:rsidRDefault="00D8532C" w:rsidP="00617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77" w:type="dxa"/>
          </w:tcPr>
          <w:p w:rsidR="00D8532C" w:rsidRPr="001F6F18" w:rsidRDefault="00D8532C" w:rsidP="0061777F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</w:t>
            </w:r>
            <w:r w:rsidR="00116EA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муниципальную собственность объектов транспортной инфраструктуры</w:t>
            </w:r>
          </w:p>
        </w:tc>
        <w:tc>
          <w:tcPr>
            <w:tcW w:w="1319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D8532C" w:rsidRPr="00A227DC" w:rsidRDefault="00D8532C" w:rsidP="0061777F">
            <w:pPr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D8532C" w:rsidRPr="00A227DC" w:rsidRDefault="00D8532C" w:rsidP="0061777F">
            <w:pPr>
              <w:jc w:val="both"/>
              <w:rPr>
                <w:sz w:val="28"/>
                <w:szCs w:val="28"/>
              </w:rPr>
            </w:pPr>
          </w:p>
        </w:tc>
      </w:tr>
      <w:tr w:rsidR="00D8532C" w:rsidRPr="00A227DC" w:rsidTr="00EA4E0B">
        <w:tc>
          <w:tcPr>
            <w:tcW w:w="3841" w:type="dxa"/>
            <w:gridSpan w:val="2"/>
          </w:tcPr>
          <w:p w:rsidR="00D8532C" w:rsidRPr="001F6F18" w:rsidRDefault="00D8532C" w:rsidP="006177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089" w:type="dxa"/>
            <w:gridSpan w:val="3"/>
          </w:tcPr>
          <w:p w:rsidR="00D8532C" w:rsidRPr="001F6F18" w:rsidRDefault="00D8532C" w:rsidP="006177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72 месяца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817" w:type="dxa"/>
          </w:tcPr>
          <w:p w:rsidR="00D8532C" w:rsidRDefault="00D8532C" w:rsidP="0061777F">
            <w:pPr>
              <w:jc w:val="both"/>
              <w:rPr>
                <w:sz w:val="24"/>
                <w:szCs w:val="24"/>
              </w:rPr>
            </w:pPr>
          </w:p>
        </w:tc>
      </w:tr>
      <w:tr w:rsidR="00D8532C" w:rsidRPr="00A227DC" w:rsidTr="00EA4E0B">
        <w:tc>
          <w:tcPr>
            <w:tcW w:w="3841" w:type="dxa"/>
            <w:gridSpan w:val="2"/>
          </w:tcPr>
          <w:p w:rsidR="00D8532C" w:rsidRPr="001F6F18" w:rsidRDefault="00D8532C" w:rsidP="0061777F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Предельный срок реализации решения о комплексном развитии территории жилой застройки</w:t>
            </w:r>
          </w:p>
        </w:tc>
        <w:tc>
          <w:tcPr>
            <w:tcW w:w="4089" w:type="dxa"/>
            <w:gridSpan w:val="3"/>
          </w:tcPr>
          <w:p w:rsidR="00D8532C" w:rsidRPr="001F6F18" w:rsidRDefault="00D8532C" w:rsidP="006177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13FF4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72 месяца</w:t>
            </w:r>
            <w:r w:rsidRPr="00B13FF4">
              <w:rPr>
                <w:sz w:val="24"/>
                <w:szCs w:val="24"/>
              </w:rPr>
              <w:t>)</w:t>
            </w:r>
          </w:p>
        </w:tc>
        <w:tc>
          <w:tcPr>
            <w:tcW w:w="1817" w:type="dxa"/>
          </w:tcPr>
          <w:p w:rsidR="00D8532C" w:rsidRDefault="00D8532C" w:rsidP="0061777F">
            <w:pPr>
              <w:jc w:val="both"/>
              <w:rPr>
                <w:sz w:val="24"/>
                <w:szCs w:val="24"/>
              </w:rPr>
            </w:pPr>
          </w:p>
        </w:tc>
      </w:tr>
    </w:tbl>
    <w:p w:rsidR="00116EAB" w:rsidRDefault="00116EAB" w:rsidP="00617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045"/>
      </w:tblGrid>
      <w:tr w:rsidR="0061777F" w:rsidTr="0061777F">
        <w:tc>
          <w:tcPr>
            <w:tcW w:w="1809" w:type="dxa"/>
          </w:tcPr>
          <w:p w:rsidR="0061777F" w:rsidRDefault="0061777F" w:rsidP="0061777F">
            <w:pPr>
              <w:rPr>
                <w:color w:val="000000"/>
                <w:sz w:val="28"/>
                <w:szCs w:val="28"/>
              </w:rPr>
            </w:pPr>
            <w:r w:rsidRPr="00F3227D">
              <w:rPr>
                <w:color w:val="000000"/>
                <w:sz w:val="28"/>
                <w:szCs w:val="28"/>
              </w:rPr>
              <w:t>Приложение:</w:t>
            </w:r>
          </w:p>
        </w:tc>
        <w:tc>
          <w:tcPr>
            <w:tcW w:w="8045" w:type="dxa"/>
          </w:tcPr>
          <w:p w:rsidR="0061777F" w:rsidRDefault="0061777F" w:rsidP="0061777F">
            <w:pPr>
              <w:jc w:val="both"/>
              <w:rPr>
                <w:color w:val="000000"/>
                <w:sz w:val="28"/>
                <w:szCs w:val="28"/>
              </w:rPr>
            </w:pPr>
            <w:r w:rsidRPr="00F3227D">
              <w:rPr>
                <w:color w:val="000000"/>
                <w:sz w:val="28"/>
                <w:szCs w:val="28"/>
              </w:rPr>
              <w:t>*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B69F3">
              <w:rPr>
                <w:color w:val="000000"/>
                <w:sz w:val="28"/>
                <w:szCs w:val="28"/>
              </w:rPr>
              <w:t>Решения судов, которые указаны в п</w:t>
            </w:r>
            <w:r>
              <w:rPr>
                <w:color w:val="000000"/>
                <w:sz w:val="28"/>
                <w:szCs w:val="28"/>
              </w:rPr>
              <w:t>унктах 3.1.6</w:t>
            </w:r>
            <w:r w:rsidRPr="001B69F3"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>3.1.7</w:t>
            </w:r>
            <w:r>
              <w:rPr>
                <w:color w:val="000000"/>
                <w:sz w:val="28"/>
                <w:szCs w:val="28"/>
              </w:rPr>
              <w:t xml:space="preserve"> договора № ____ от _____</w:t>
            </w:r>
            <w:r>
              <w:rPr>
                <w:color w:val="000000"/>
                <w:sz w:val="28"/>
                <w:szCs w:val="28"/>
              </w:rPr>
              <w:t xml:space="preserve">____ </w:t>
            </w:r>
            <w:r w:rsidRPr="00845F03">
              <w:rPr>
                <w:sz w:val="28"/>
                <w:szCs w:val="28"/>
              </w:rPr>
              <w:t>с указанием перечня</w:t>
            </w:r>
            <w:r>
              <w:rPr>
                <w:sz w:val="28"/>
                <w:szCs w:val="28"/>
              </w:rPr>
              <w:t xml:space="preserve"> многоквартирных домов и (или) </w:t>
            </w:r>
            <w:r w:rsidRPr="00845F03">
              <w:rPr>
                <w:sz w:val="28"/>
                <w:szCs w:val="28"/>
              </w:rPr>
              <w:t>жилых помещений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1777F" w:rsidRDefault="0061777F" w:rsidP="00617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777F" w:rsidRDefault="0061777F" w:rsidP="00617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532C" w:rsidRPr="00845F03" w:rsidRDefault="0061777F" w:rsidP="006177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</w:p>
    <w:p w:rsidR="00F3227D" w:rsidRPr="0061777F" w:rsidRDefault="00F3227D" w:rsidP="0061777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1777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1B69F3" w:rsidRPr="0061777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61777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61777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первый этап</w:t>
      </w:r>
      <w:r w:rsidR="0061777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61777F" w:rsidRDefault="00F3227D" w:rsidP="0061777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1777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</w:t>
      </w:r>
      <w:r w:rsidR="001B69F3" w:rsidRPr="0061777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61777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61777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во второй этап</w:t>
      </w:r>
      <w:r w:rsidR="0061777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61777F" w:rsidRDefault="00F3227D" w:rsidP="0061777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1777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***</w:t>
      </w:r>
      <w:r w:rsidR="001B69F3" w:rsidRPr="0061777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61777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61777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третий этап</w:t>
      </w:r>
      <w:r w:rsidR="0061777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A227DC" w:rsidRDefault="002E5AC7" w:rsidP="006177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2C3FF1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2C3FF1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</w:t>
      </w:r>
      <w:r w:rsidR="002C3FF1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этапами реализации решения</w:t>
      </w:r>
      <w:r w:rsidR="006357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2E5AC7" w:rsidRPr="002C3FF1" w:rsidRDefault="002E5AC7" w:rsidP="006177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28"/>
        </w:rPr>
      </w:pP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039"/>
        <w:gridCol w:w="2807"/>
        <w:gridCol w:w="2310"/>
        <w:gridCol w:w="2055"/>
      </w:tblGrid>
      <w:tr w:rsidR="00A227DC" w:rsidRPr="00A227DC" w:rsidTr="00EA4E0B">
        <w:tc>
          <w:tcPr>
            <w:tcW w:w="607" w:type="dxa"/>
            <w:vAlign w:val="center"/>
            <w:hideMark/>
          </w:tcPr>
          <w:p w:rsidR="00A227DC" w:rsidRPr="002E5AC7" w:rsidRDefault="00A227DC" w:rsidP="0061777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№ п/п</w:t>
            </w:r>
          </w:p>
        </w:tc>
        <w:tc>
          <w:tcPr>
            <w:tcW w:w="2039" w:type="dxa"/>
            <w:vAlign w:val="center"/>
            <w:hideMark/>
          </w:tcPr>
          <w:p w:rsidR="00A227DC" w:rsidRPr="002E5AC7" w:rsidRDefault="00A227DC" w:rsidP="0061777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61777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61777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61777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07" w:type="dxa"/>
            <w:vAlign w:val="center"/>
            <w:hideMark/>
          </w:tcPr>
          <w:p w:rsidR="00A227DC" w:rsidRPr="002E5AC7" w:rsidRDefault="00A227DC" w:rsidP="0061777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C66269">
              <w:rPr>
                <w:sz w:val="24"/>
                <w:szCs w:val="24"/>
              </w:rPr>
              <w:t xml:space="preserve">               </w:t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310" w:type="dxa"/>
            <w:vAlign w:val="center"/>
            <w:hideMark/>
          </w:tcPr>
          <w:p w:rsidR="00A227DC" w:rsidRPr="002E5AC7" w:rsidRDefault="00A227DC" w:rsidP="0061777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EA4E0B">
              <w:rPr>
                <w:sz w:val="24"/>
                <w:szCs w:val="24"/>
              </w:rPr>
              <w:br/>
            </w:r>
            <w:r w:rsidR="002E5AC7" w:rsidRPr="002E5AC7">
              <w:rPr>
                <w:sz w:val="24"/>
                <w:szCs w:val="24"/>
              </w:rPr>
              <w:t>в многоквартирных домах</w:t>
            </w:r>
          </w:p>
          <w:p w:rsidR="00A227DC" w:rsidRPr="002E5AC7" w:rsidRDefault="00A227DC" w:rsidP="006177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61777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EA4E0B">
        <w:tc>
          <w:tcPr>
            <w:tcW w:w="607" w:type="dxa"/>
            <w:hideMark/>
          </w:tcPr>
          <w:p w:rsidR="00A227DC" w:rsidRPr="00116EAB" w:rsidRDefault="00A227DC" w:rsidP="0061777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039" w:type="dxa"/>
            <w:hideMark/>
          </w:tcPr>
          <w:p w:rsidR="00A227DC" w:rsidRPr="002E5AC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07" w:type="dxa"/>
            <w:hideMark/>
          </w:tcPr>
          <w:p w:rsidR="00A227DC" w:rsidRPr="002E5AC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10" w:type="dxa"/>
            <w:hideMark/>
          </w:tcPr>
          <w:p w:rsidR="00A227DC" w:rsidRPr="002E5AC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A4E0B">
        <w:tc>
          <w:tcPr>
            <w:tcW w:w="607" w:type="dxa"/>
            <w:hideMark/>
          </w:tcPr>
          <w:p w:rsidR="00A227DC" w:rsidRPr="00116EAB" w:rsidRDefault="00A227DC" w:rsidP="0061777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039" w:type="dxa"/>
            <w:hideMark/>
          </w:tcPr>
          <w:p w:rsidR="00A227DC" w:rsidRPr="002E5AC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07" w:type="dxa"/>
            <w:hideMark/>
          </w:tcPr>
          <w:p w:rsidR="00A227DC" w:rsidRPr="002E5AC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10" w:type="dxa"/>
            <w:hideMark/>
          </w:tcPr>
          <w:p w:rsidR="00A227DC" w:rsidRPr="002E5AC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A4E0B">
        <w:tc>
          <w:tcPr>
            <w:tcW w:w="607" w:type="dxa"/>
            <w:hideMark/>
          </w:tcPr>
          <w:p w:rsidR="00A227DC" w:rsidRPr="002E5AC7" w:rsidRDefault="00116EAB" w:rsidP="00617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39" w:type="dxa"/>
            <w:hideMark/>
          </w:tcPr>
          <w:p w:rsidR="00A227DC" w:rsidRPr="002E5AC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07" w:type="dxa"/>
            <w:hideMark/>
          </w:tcPr>
          <w:p w:rsidR="00A227DC" w:rsidRPr="002E5AC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10" w:type="dxa"/>
            <w:hideMark/>
          </w:tcPr>
          <w:p w:rsidR="00A227DC" w:rsidRPr="002E5AC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</w:tr>
    </w:tbl>
    <w:p w:rsidR="00411843" w:rsidRDefault="00411843" w:rsidP="006177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0205" w:rsidRPr="00A227DC" w:rsidRDefault="00540205" w:rsidP="006177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540205" w:rsidRPr="00A227DC" w:rsidRDefault="00540205" w:rsidP="006177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540205" w:rsidRPr="00A227DC" w:rsidRDefault="00540205" w:rsidP="006177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4D2D">
        <w:rPr>
          <w:rFonts w:ascii="Times New Roman" w:hAnsi="Times New Roman" w:cs="Times New Roman"/>
          <w:b/>
          <w:bCs/>
          <w:sz w:val="28"/>
          <w:szCs w:val="28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227DC" w:rsidRPr="002C3FF1" w:rsidRDefault="00A227DC" w:rsidP="006177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9857" w:type="dxa"/>
        <w:jc w:val="center"/>
        <w:tblInd w:w="-2950" w:type="dxa"/>
        <w:tblLook w:val="04A0" w:firstRow="1" w:lastRow="0" w:firstColumn="1" w:lastColumn="0" w:noHBand="0" w:noVBand="1"/>
      </w:tblPr>
      <w:tblGrid>
        <w:gridCol w:w="677"/>
        <w:gridCol w:w="3828"/>
        <w:gridCol w:w="3106"/>
        <w:gridCol w:w="2246"/>
      </w:tblGrid>
      <w:tr w:rsidR="00A227DC" w:rsidRPr="00A227DC" w:rsidTr="00EA4E0B">
        <w:trPr>
          <w:jc w:val="center"/>
        </w:trPr>
        <w:tc>
          <w:tcPr>
            <w:tcW w:w="677" w:type="dxa"/>
            <w:vAlign w:val="center"/>
            <w:hideMark/>
          </w:tcPr>
          <w:p w:rsidR="00116EAB" w:rsidRDefault="00A227DC" w:rsidP="0061777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</w:p>
          <w:p w:rsidR="00A227DC" w:rsidRPr="00A076B7" w:rsidRDefault="00A227DC" w:rsidP="0061777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п/п</w:t>
            </w:r>
          </w:p>
        </w:tc>
        <w:tc>
          <w:tcPr>
            <w:tcW w:w="3828" w:type="dxa"/>
            <w:vAlign w:val="center"/>
            <w:hideMark/>
          </w:tcPr>
          <w:p w:rsidR="00A227DC" w:rsidRPr="00A076B7" w:rsidRDefault="00A227DC" w:rsidP="0061777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61777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61777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61777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3106" w:type="dxa"/>
            <w:vAlign w:val="center"/>
            <w:hideMark/>
          </w:tcPr>
          <w:p w:rsidR="00A227DC" w:rsidRPr="00A076B7" w:rsidRDefault="00A227DC" w:rsidP="0061777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61777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116EA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61777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61777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246" w:type="dxa"/>
            <w:vAlign w:val="center"/>
            <w:hideMark/>
          </w:tcPr>
          <w:p w:rsidR="00A227DC" w:rsidRPr="00A076B7" w:rsidRDefault="00A227DC" w:rsidP="0061777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61777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работ </w:t>
            </w:r>
            <w:r w:rsidR="00116EA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61777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61777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EA4E0B">
        <w:trPr>
          <w:jc w:val="center"/>
        </w:trPr>
        <w:tc>
          <w:tcPr>
            <w:tcW w:w="677" w:type="dxa"/>
            <w:hideMark/>
          </w:tcPr>
          <w:p w:rsidR="00A227DC" w:rsidRPr="00116EAB" w:rsidRDefault="00A227DC" w:rsidP="0061777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hideMark/>
          </w:tcPr>
          <w:p w:rsidR="00A227DC" w:rsidRPr="00A076B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6" w:type="dxa"/>
            <w:hideMark/>
          </w:tcPr>
          <w:p w:rsidR="00A227DC" w:rsidRPr="00A076B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46" w:type="dxa"/>
            <w:hideMark/>
          </w:tcPr>
          <w:p w:rsidR="00A227DC" w:rsidRPr="00A076B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A4E0B">
        <w:trPr>
          <w:jc w:val="center"/>
        </w:trPr>
        <w:tc>
          <w:tcPr>
            <w:tcW w:w="677" w:type="dxa"/>
            <w:hideMark/>
          </w:tcPr>
          <w:p w:rsidR="00A227DC" w:rsidRPr="00116EAB" w:rsidRDefault="00A227DC" w:rsidP="0061777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hideMark/>
          </w:tcPr>
          <w:p w:rsidR="00A227DC" w:rsidRPr="00A076B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6" w:type="dxa"/>
            <w:hideMark/>
          </w:tcPr>
          <w:p w:rsidR="00A227DC" w:rsidRPr="00A076B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46" w:type="dxa"/>
            <w:hideMark/>
          </w:tcPr>
          <w:p w:rsidR="00A227DC" w:rsidRPr="00A076B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A4E0B">
        <w:trPr>
          <w:jc w:val="center"/>
        </w:trPr>
        <w:tc>
          <w:tcPr>
            <w:tcW w:w="677" w:type="dxa"/>
            <w:hideMark/>
          </w:tcPr>
          <w:p w:rsidR="00A227DC" w:rsidRPr="00A076B7" w:rsidRDefault="00116EAB" w:rsidP="00617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hideMark/>
          </w:tcPr>
          <w:p w:rsidR="00A227DC" w:rsidRPr="00A076B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6" w:type="dxa"/>
            <w:hideMark/>
          </w:tcPr>
          <w:p w:rsidR="00A227DC" w:rsidRPr="00A076B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46" w:type="dxa"/>
            <w:hideMark/>
          </w:tcPr>
          <w:p w:rsidR="00A227DC" w:rsidRPr="00A076B7" w:rsidRDefault="00A227DC" w:rsidP="0061777F">
            <w:pPr>
              <w:jc w:val="both"/>
              <w:rPr>
                <w:sz w:val="24"/>
                <w:szCs w:val="24"/>
              </w:rPr>
            </w:pPr>
          </w:p>
        </w:tc>
      </w:tr>
    </w:tbl>
    <w:p w:rsidR="00DD619C" w:rsidRDefault="00DD619C" w:rsidP="006177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639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677"/>
      </w:tblGrid>
      <w:tr w:rsidR="00DD619C" w:rsidRPr="00A227DC" w:rsidTr="00EA4E0B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619C" w:rsidRDefault="00DD619C" w:rsidP="00617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городского </w:t>
            </w:r>
          </w:p>
          <w:p w:rsidR="00DD619C" w:rsidRDefault="00DD619C" w:rsidP="00617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DD619C" w:rsidRPr="00A227DC" w:rsidRDefault="00DD619C" w:rsidP="00617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DD619C" w:rsidRPr="00A227DC" w:rsidRDefault="00DD619C" w:rsidP="00617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DD619C" w:rsidRPr="00A227DC" w:rsidRDefault="00DD619C" w:rsidP="00617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619C" w:rsidRPr="00A227DC" w:rsidRDefault="00DD619C" w:rsidP="00617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DD619C" w:rsidRPr="00A227DC" w:rsidRDefault="00DD619C" w:rsidP="00617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619C" w:rsidRPr="00A227DC" w:rsidRDefault="00DD619C" w:rsidP="00617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DD619C" w:rsidRPr="00A227DC" w:rsidRDefault="00DD619C" w:rsidP="00617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A227DC" w:rsidRPr="00A227DC" w:rsidRDefault="002C3FF1" w:rsidP="006177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___</w:t>
      </w:r>
      <w:r w:rsidR="00A227DC" w:rsidRPr="00A227DC">
        <w:rPr>
          <w:rFonts w:ascii="Times New Roman" w:hAnsi="Times New Roman" w:cs="Times New Roman"/>
          <w:sz w:val="28"/>
          <w:szCs w:val="28"/>
          <w:vertAlign w:val="superscript"/>
        </w:rPr>
        <w:t>_________</w:t>
      </w:r>
    </w:p>
    <w:p w:rsidR="00A227DC" w:rsidRPr="002C3FF1" w:rsidRDefault="00A227DC" w:rsidP="002C3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2C3FF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</w:t>
      </w:r>
      <w:r w:rsidR="00EA4E0B" w:rsidRPr="002C3FF1">
        <w:rPr>
          <w:rFonts w:ascii="Times New Roman" w:hAnsi="Times New Roman" w:cs="Times New Roman"/>
          <w:sz w:val="24"/>
          <w:szCs w:val="28"/>
        </w:rPr>
        <w:br/>
      </w:r>
      <w:r w:rsidRPr="002C3FF1">
        <w:rPr>
          <w:rFonts w:ascii="Times New Roman" w:hAnsi="Times New Roman" w:cs="Times New Roman"/>
          <w:sz w:val="24"/>
          <w:szCs w:val="28"/>
        </w:rPr>
        <w:t xml:space="preserve">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из перечисленных в </w:t>
      </w:r>
      <w:r w:rsidR="006A7BD4" w:rsidRPr="002C3FF1">
        <w:rPr>
          <w:rFonts w:ascii="Times New Roman" w:hAnsi="Times New Roman" w:cs="Times New Roman"/>
          <w:sz w:val="24"/>
          <w:szCs w:val="28"/>
        </w:rPr>
        <w:t>п</w:t>
      </w:r>
      <w:r w:rsidRPr="002C3FF1">
        <w:rPr>
          <w:rFonts w:ascii="Times New Roman" w:hAnsi="Times New Roman" w:cs="Times New Roman"/>
          <w:sz w:val="24"/>
          <w:szCs w:val="28"/>
        </w:rPr>
        <w:t>риложении № 2 к настоящему Договору, планируе</w:t>
      </w:r>
      <w:bookmarkStart w:id="0" w:name="_GoBack"/>
      <w:bookmarkEnd w:id="0"/>
      <w:r w:rsidRPr="002C3FF1">
        <w:rPr>
          <w:rFonts w:ascii="Times New Roman" w:hAnsi="Times New Roman" w:cs="Times New Roman"/>
          <w:sz w:val="24"/>
          <w:szCs w:val="28"/>
        </w:rPr>
        <w:t>мых к сносу;</w:t>
      </w:r>
    </w:p>
    <w:p w:rsidR="00A227DC" w:rsidRPr="00A227DC" w:rsidRDefault="00A227DC" w:rsidP="002C3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FF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2C3FF1">
        <w:rPr>
          <w:rFonts w:ascii="Times New Roman" w:hAnsi="Times New Roman" w:cs="Times New Roman"/>
          <w:sz w:val="24"/>
          <w:szCs w:val="28"/>
        </w:rPr>
        <w:t xml:space="preserve">Указывается с учетом требований "СП 476.1325800.2020. Свод правил. Территории городских и сельских поселений. Правила планировки, застройки и </w:t>
      </w:r>
      <w:r w:rsidRPr="002C3FF1">
        <w:rPr>
          <w:rFonts w:ascii="Times New Roman" w:hAnsi="Times New Roman" w:cs="Times New Roman"/>
          <w:sz w:val="24"/>
          <w:szCs w:val="24"/>
        </w:rPr>
        <w:t>благоустройства жилых</w:t>
      </w:r>
      <w:r w:rsidRPr="00A227DC">
        <w:rPr>
          <w:rFonts w:ascii="Times New Roman" w:hAnsi="Times New Roman" w:cs="Times New Roman"/>
          <w:sz w:val="28"/>
          <w:szCs w:val="28"/>
        </w:rPr>
        <w:t xml:space="preserve"> </w:t>
      </w:r>
      <w:r w:rsidRPr="002C3FF1">
        <w:rPr>
          <w:rFonts w:ascii="Times New Roman" w:hAnsi="Times New Roman" w:cs="Times New Roman"/>
          <w:sz w:val="24"/>
          <w:szCs w:val="28"/>
        </w:rPr>
        <w:t>микрорайонов", утвержденных Приказом Минстроя России от 24</w:t>
      </w:r>
      <w:r w:rsidR="00A076B7" w:rsidRPr="002C3FF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2C3FF1">
        <w:rPr>
          <w:rFonts w:ascii="Times New Roman" w:hAnsi="Times New Roman" w:cs="Times New Roman"/>
          <w:sz w:val="24"/>
          <w:szCs w:val="28"/>
        </w:rPr>
        <w:t>2020</w:t>
      </w:r>
      <w:r w:rsidR="00A076B7" w:rsidRPr="002C3FF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2C3FF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4118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9F5BC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75C" w:rsidRDefault="0089675C" w:rsidP="00AA47A0">
      <w:pPr>
        <w:spacing w:after="0" w:line="240" w:lineRule="auto"/>
      </w:pPr>
      <w:r>
        <w:separator/>
      </w:r>
    </w:p>
  </w:endnote>
  <w:endnote w:type="continuationSeparator" w:id="0">
    <w:p w:rsidR="0089675C" w:rsidRDefault="0089675C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75C" w:rsidRDefault="0089675C" w:rsidP="00AA47A0">
      <w:pPr>
        <w:spacing w:after="0" w:line="240" w:lineRule="auto"/>
      </w:pPr>
      <w:r>
        <w:separator/>
      </w:r>
    </w:p>
  </w:footnote>
  <w:footnote w:type="continuationSeparator" w:id="0">
    <w:p w:rsidR="0089675C" w:rsidRDefault="0089675C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9F5BCF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116EAB"/>
    <w:rsid w:val="00151593"/>
    <w:rsid w:val="001A3D21"/>
    <w:rsid w:val="001B69F3"/>
    <w:rsid w:val="001F6F18"/>
    <w:rsid w:val="00282E2F"/>
    <w:rsid w:val="002C3FF1"/>
    <w:rsid w:val="002E5AC7"/>
    <w:rsid w:val="00361A4F"/>
    <w:rsid w:val="003A6C97"/>
    <w:rsid w:val="003C4890"/>
    <w:rsid w:val="003D24D9"/>
    <w:rsid w:val="003F6609"/>
    <w:rsid w:val="00411843"/>
    <w:rsid w:val="004265CD"/>
    <w:rsid w:val="00454F38"/>
    <w:rsid w:val="00470E7A"/>
    <w:rsid w:val="004D3F5F"/>
    <w:rsid w:val="004D78EC"/>
    <w:rsid w:val="004F49E4"/>
    <w:rsid w:val="00540205"/>
    <w:rsid w:val="00597053"/>
    <w:rsid w:val="0061777F"/>
    <w:rsid w:val="00635789"/>
    <w:rsid w:val="006A7BD4"/>
    <w:rsid w:val="006D311C"/>
    <w:rsid w:val="00845F03"/>
    <w:rsid w:val="0089675C"/>
    <w:rsid w:val="00976064"/>
    <w:rsid w:val="009864C8"/>
    <w:rsid w:val="009D2C2A"/>
    <w:rsid w:val="009F5BCF"/>
    <w:rsid w:val="00A076B7"/>
    <w:rsid w:val="00A227DC"/>
    <w:rsid w:val="00AA47A0"/>
    <w:rsid w:val="00B13FF4"/>
    <w:rsid w:val="00C66269"/>
    <w:rsid w:val="00D13719"/>
    <w:rsid w:val="00D8532C"/>
    <w:rsid w:val="00DD619C"/>
    <w:rsid w:val="00E3419F"/>
    <w:rsid w:val="00E476B7"/>
    <w:rsid w:val="00EA4E0B"/>
    <w:rsid w:val="00EA61B0"/>
    <w:rsid w:val="00F3227D"/>
    <w:rsid w:val="00F647A4"/>
    <w:rsid w:val="00F653F3"/>
    <w:rsid w:val="00FD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8</cp:revision>
  <cp:lastPrinted>2024-08-07T10:48:00Z</cp:lastPrinted>
  <dcterms:created xsi:type="dcterms:W3CDTF">2024-08-06T12:21:00Z</dcterms:created>
  <dcterms:modified xsi:type="dcterms:W3CDTF">2024-08-07T10:48:00Z</dcterms:modified>
</cp:coreProperties>
</file>